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835DF" w14:textId="55CFF1AC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9916BA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D0734A">
        <w:rPr>
          <w:bCs/>
          <w:highlight w:val="green"/>
          <w:lang w:val="en-US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>
        <w:rPr>
          <w:highlight w:val="green"/>
          <w:lang w:val="en-US"/>
        </w:rPr>
        <w:t>]</w:t>
      </w:r>
    </w:p>
    <w:p w14:paraId="54D580FD" w14:textId="2C033E85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192FC7">
        <w:rPr>
          <w:rFonts w:eastAsia="Times New Roman" w:cs="Times New Roman"/>
          <w:lang w:eastAsia="cs-CZ"/>
        </w:rPr>
        <w:t xml:space="preserve">který podává nabídku na </w:t>
      </w:r>
      <w:r w:rsidR="00645A29" w:rsidRPr="00192FC7">
        <w:rPr>
          <w:rFonts w:eastAsia="Times New Roman" w:cs="Times New Roman"/>
          <w:lang w:eastAsia="cs-CZ"/>
        </w:rPr>
        <w:t>na</w:t>
      </w:r>
      <w:r w:rsidRPr="00192FC7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192FC7">
        <w:rPr>
          <w:rFonts w:eastAsia="Times New Roman" w:cs="Times New Roman"/>
          <w:b/>
          <w:lang w:eastAsia="cs-CZ"/>
        </w:rPr>
        <w:t>„</w:t>
      </w:r>
      <w:bookmarkEnd w:id="0"/>
      <w:r w:rsidR="009916BA" w:rsidRPr="00192FC7">
        <w:rPr>
          <w:rStyle w:val="Tun"/>
          <w:rFonts w:eastAsiaTheme="minorHAnsi"/>
        </w:rPr>
        <w:t>Bezpečnostní vybavení serverových farem</w:t>
      </w:r>
      <w:r w:rsidRPr="00192FC7">
        <w:t>“</w:t>
      </w:r>
      <w:r w:rsidRPr="00192FC7">
        <w:rPr>
          <w:rFonts w:eastAsia="Times New Roman" w:cs="Times New Roman"/>
          <w:bCs/>
          <w:lang w:eastAsia="cs-CZ"/>
        </w:rPr>
        <w:t>,</w:t>
      </w:r>
      <w:r w:rsidRPr="00192FC7">
        <w:rPr>
          <w:rFonts w:eastAsia="Times New Roman" w:cs="Times New Roman"/>
          <w:lang w:eastAsia="cs-CZ"/>
        </w:rPr>
        <w:t xml:space="preserve"> tímto čestně prohlašuje, že za poslední 3 roky před</w:t>
      </w:r>
      <w:r>
        <w:rPr>
          <w:rFonts w:eastAsia="Times New Roman" w:cs="Times New Roman"/>
          <w:lang w:eastAsia="cs-CZ"/>
        </w:rPr>
        <w:t xml:space="preserve">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4ACC780A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</w:t>
            </w:r>
            <w:r w:rsidR="00192FC7">
              <w:rPr>
                <w:rStyle w:val="Tuntabulka"/>
                <w:rFonts w:eastAsiaTheme="minorHAnsi"/>
              </w:rPr>
              <w:t>,</w:t>
            </w:r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192FC7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</w:rPr>
            </w:pPr>
            <w:r w:rsidRPr="00192FC7">
              <w:rPr>
                <w:rStyle w:val="Tuntabulka"/>
                <w:rFonts w:asciiTheme="minorHAnsi" w:eastAsiaTheme="minorHAnsi" w:hAnsiTheme="minorHAnsi"/>
                <w:b/>
              </w:rPr>
              <w:t xml:space="preserve">Doba realizace </w:t>
            </w:r>
          </w:p>
          <w:p w14:paraId="0868D5A2" w14:textId="4860F60F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Pr="00192FC7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:rsidRPr="00192FC7" w14:paraId="34977EE0" w14:textId="77777777" w:rsidTr="00192FC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9A278EE" w14:textId="37526AC0" w:rsidR="003C4FBB" w:rsidRPr="00192FC7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192FC7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192FC7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192FC7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061B7A" w14:textId="1CE3EBD5" w:rsidR="003C4FBB" w:rsidRPr="00192FC7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192FC7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192FC7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192FC7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58E911" w14:textId="06D00D60" w:rsidR="003C4FBB" w:rsidRPr="00192FC7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192FC7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192FC7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192FC7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F21188" w14:textId="46C8B5AC" w:rsidR="003C4FBB" w:rsidRPr="00192FC7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192FC7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192FC7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192FC7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  <w:r w:rsidRPr="00A04AFC">
        <w:rPr>
          <w:iCs/>
        </w:rPr>
        <w:t xml:space="preserve"> dne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4B3FF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2C025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E73EFA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265B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E23A7"/>
    <w:rsid w:val="000E408E"/>
    <w:rsid w:val="000F3BDA"/>
    <w:rsid w:val="0010693F"/>
    <w:rsid w:val="00114472"/>
    <w:rsid w:val="001550BC"/>
    <w:rsid w:val="001605B9"/>
    <w:rsid w:val="00170EC5"/>
    <w:rsid w:val="001747C1"/>
    <w:rsid w:val="00184743"/>
    <w:rsid w:val="00192FC7"/>
    <w:rsid w:val="00204FCE"/>
    <w:rsid w:val="00207DF5"/>
    <w:rsid w:val="00280E07"/>
    <w:rsid w:val="002B7EFA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B570C"/>
    <w:rsid w:val="007C589B"/>
    <w:rsid w:val="007E4A6E"/>
    <w:rsid w:val="007F2828"/>
    <w:rsid w:val="007F56A7"/>
    <w:rsid w:val="00807DD0"/>
    <w:rsid w:val="008659F3"/>
    <w:rsid w:val="008712E0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16BA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41643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74</TotalTime>
  <Pages>1</Pages>
  <Words>162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17</cp:revision>
  <cp:lastPrinted>2017-11-28T17:18:00Z</cp:lastPrinted>
  <dcterms:created xsi:type="dcterms:W3CDTF">2020-04-06T08:50:00Z</dcterms:created>
  <dcterms:modified xsi:type="dcterms:W3CDTF">2024-09-06T11:43:00Z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